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7E305363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0E468D">
              <w:rPr>
                <w:rFonts w:asciiTheme="minorHAnsi" w:hAnsiTheme="minorHAnsi" w:cstheme="minorHAnsi"/>
              </w:rPr>
              <w:t>Łódź</w:t>
            </w:r>
          </w:p>
          <w:p w14:paraId="3C9871A5" w14:textId="1EFBF24E" w:rsidR="00B67D39" w:rsidRPr="006B56FD" w:rsidRDefault="000E468D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Tuwima 58</w:t>
            </w:r>
          </w:p>
          <w:p w14:paraId="3F4CA6ED" w14:textId="428B5F32" w:rsidR="00B67D39" w:rsidRPr="006B56FD" w:rsidRDefault="000E468D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36E839EB" w14:textId="1924F44E" w:rsidR="000E468D" w:rsidRDefault="00CC7E12" w:rsidP="00293C8D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293C8D" w:rsidRPr="00293C8D">
        <w:rPr>
          <w:rFonts w:cstheme="minorHAnsi"/>
          <w:b/>
          <w:i/>
        </w:rPr>
        <w:t>Wykonanie dokumentacji projektowej i robót budowlanych w branży elektroenergetycznej na terenie działania OŁD w RE Żyrardów w podziale na 5 części</w:t>
      </w:r>
      <w:r w:rsidR="000E468D">
        <w:rPr>
          <w:rFonts w:cstheme="minorHAnsi"/>
          <w:b/>
          <w:i/>
        </w:rPr>
        <w:t xml:space="preserve">, </w:t>
      </w:r>
      <w:r w:rsidR="000E468D">
        <w:rPr>
          <w:rFonts w:cstheme="minorHAnsi"/>
          <w:b/>
        </w:rPr>
        <w:t xml:space="preserve">nr </w:t>
      </w:r>
      <w:r w:rsidR="00293C8D" w:rsidRPr="00293C8D">
        <w:rPr>
          <w:rFonts w:cstheme="minorHAnsi"/>
          <w:b/>
        </w:rPr>
        <w:t>POST/DYS/OLD/GZ/04353/2025</w:t>
      </w:r>
      <w:r w:rsidRPr="00CC7E12">
        <w:rPr>
          <w:rFonts w:cstheme="minorHAnsi"/>
        </w:rPr>
        <w:t xml:space="preserve">, </w:t>
      </w:r>
    </w:p>
    <w:p w14:paraId="63B1B52A" w14:textId="57ECEA60" w:rsidR="00CC7E12" w:rsidRPr="00CC7E12" w:rsidRDefault="00CC7E12" w:rsidP="00293C8D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prowadzonego przez </w:t>
      </w:r>
      <w:r w:rsidR="00293C8D">
        <w:rPr>
          <w:rFonts w:cstheme="minorHAnsi"/>
        </w:rPr>
        <w:t>PGE Dystrybucja S.A. Oddział Łódź</w:t>
      </w:r>
      <w:r w:rsidR="00293C8D"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0E468D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1426B9E1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13B13F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1278B7B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86C6BE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329252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C8421D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D283C75" w14:textId="77777777" w:rsidR="00293C8D" w:rsidRPr="00293C8D" w:rsidRDefault="00293C8D" w:rsidP="00293C8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79750A4D" w14:textId="2CB5B798" w:rsidR="00347E8D" w:rsidRPr="006E100D" w:rsidRDefault="00293C8D" w:rsidP="00293C8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93C8D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5205B493" w14:textId="099200F3" w:rsidR="00347E8D" w:rsidRPr="006B2C28" w:rsidRDefault="00293C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93C8D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POST/DYS/OLD/GZ/04353/2025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8E32FBF">
              <wp:simplePos x="0" y="0"/>
              <wp:positionH relativeFrom="page">
                <wp:align>left</wp:align>
              </wp:positionH>
              <wp:positionV relativeFrom="page">
                <wp:posOffset>191069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.05pt;width:595.3pt;height:3.6pt;z-index:25166745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468D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3C8D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7A19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3376F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Oświadczenie.docx</dmsv2BaseFileName>
    <dmsv2BaseDisplayName xmlns="http://schemas.microsoft.com/sharepoint/v3">Załącznik nr 4 do SWZ - Oświadczenie</dmsv2BaseDisplayName>
    <dmsv2SWPP2ObjectNumber xmlns="http://schemas.microsoft.com/sharepoint/v3">POST/DYS/OLD/GZ/04353/2025                        </dmsv2SWPP2ObjectNumber>
    <dmsv2SWPP2SumMD5 xmlns="http://schemas.microsoft.com/sharepoint/v3">5c6fcf7c98aaa8a6461d88437a08490e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23898896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JEUP5JKVCYQC-1440096624-10127</_dlc_DocId>
    <_dlc_DocIdUrl xmlns="a19cb1c7-c5c7-46d4-85ae-d83685407bba">
      <Url>https://swpp2.dms.gkpge.pl/sites/41/_layouts/15/DocIdRedir.aspx?ID=JEUP5JKVCYQC-1440096624-10127</Url>
      <Description>JEUP5JKVCYQC-1440096624-10127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E2626-D719-49E3-87BB-B297C4593ED6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6AC65A8E-348F-4E30-A337-7A2DF1BA454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3</Pages>
  <Words>802</Words>
  <Characters>4818</Characters>
  <Application>Microsoft Office Word</Application>
  <DocSecurity>0</DocSecurity>
  <Lines>40</Lines>
  <Paragraphs>11</Paragraphs>
  <ScaleCrop>false</ScaleCrop>
  <Company>PGE Systemy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4</cp:revision>
  <cp:lastPrinted>2024-07-15T11:21:00Z</cp:lastPrinted>
  <dcterms:created xsi:type="dcterms:W3CDTF">2025-11-24T10:32:00Z</dcterms:created>
  <dcterms:modified xsi:type="dcterms:W3CDTF">2025-12-02T14:51:00Z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f9f0e3a6-c030-4ce0-8824-fdc968bcb637</vt:lpwstr>
  </property>
</Properties>
</file>